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015846" w:rsidP="009D63F1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Dodávka ošetřovatelské vany </w:t>
            </w:r>
            <w:bookmarkStart w:id="0" w:name="_GoBack"/>
            <w:bookmarkEnd w:id="0"/>
            <w:r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 rámci projektu „Transformace DOZP, DPH Žampach – Letohrad“</w:t>
            </w:r>
            <w:r w:rsidR="006A737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, podruhé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015846">
      <w:rPr>
        <w:rFonts w:ascii="Arial" w:hAnsi="Arial" w:cs="Arial"/>
        <w:sz w:val="22"/>
        <w:szCs w:val="22"/>
      </w:rPr>
      <w:t>5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A7372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D63F1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115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9</cp:revision>
  <cp:lastPrinted>2008-06-11T14:40:00Z</cp:lastPrinted>
  <dcterms:created xsi:type="dcterms:W3CDTF">2018-11-20T08:55:00Z</dcterms:created>
  <dcterms:modified xsi:type="dcterms:W3CDTF">2019-03-14T09:48:00Z</dcterms:modified>
</cp:coreProperties>
</file>